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020D8F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DB4E9C">
        <w:rPr>
          <w:b/>
          <w:color w:val="FF5200" w:themeColor="accent2"/>
          <w:sz w:val="36"/>
          <w:szCs w:val="36"/>
        </w:rPr>
        <w:t>Krycí list nabídky</w:t>
      </w:r>
      <w:r w:rsidR="0031280B" w:rsidRPr="00DB4E9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827687" w:rsidRPr="00DB4E9C">
        <w:rPr>
          <w:b/>
          <w:color w:val="FF5200" w:themeColor="accent2"/>
          <w:sz w:val="36"/>
          <w:szCs w:val="36"/>
        </w:rPr>
        <w:t>Dodávka olejů, tuků a čistidel pro OŘ Brno</w:t>
      </w:r>
      <w:r w:rsidR="0031280B" w:rsidRPr="00DB4E9C">
        <w:rPr>
          <w:b/>
          <w:color w:val="FF5200" w:themeColor="accent2"/>
          <w:sz w:val="36"/>
          <w:szCs w:val="36"/>
        </w:rPr>
        <w:t>“</w:t>
      </w:r>
      <w:r w:rsidR="000128D4" w:rsidRPr="00DB4E9C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DB4E9C">
        <w:rPr>
          <w:b/>
          <w:color w:val="FF5200" w:themeColor="accent2"/>
          <w:sz w:val="36"/>
          <w:szCs w:val="36"/>
        </w:rPr>
        <w:t>č.j.</w:t>
      </w:r>
      <w:proofErr w:type="gramEnd"/>
      <w:r w:rsidR="00DB4E9C" w:rsidRPr="00DB4E9C">
        <w:rPr>
          <w:b/>
          <w:color w:val="FF5200" w:themeColor="accent2"/>
          <w:sz w:val="36"/>
          <w:szCs w:val="36"/>
        </w:rPr>
        <w:t xml:space="preserve"> </w:t>
      </w:r>
      <w:r w:rsidR="00DB4E9C" w:rsidRPr="00DB4E9C">
        <w:rPr>
          <w:b/>
          <w:color w:val="FF5200" w:themeColor="accent2"/>
          <w:sz w:val="36"/>
          <w:szCs w:val="36"/>
        </w:rPr>
        <w:t>6293/2024-SŽ-OŘ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6ED9B69" w14:textId="25B7EA03" w:rsidR="002072A0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769557" w:history="1">
            <w:r w:rsidR="002072A0" w:rsidRPr="00E531DC">
              <w:rPr>
                <w:rStyle w:val="Hypertextovodkaz"/>
                <w:noProof/>
              </w:rPr>
              <w:t>Kapitola 1.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Základní údaje k nabídce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_Toc157769557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827687">
              <w:rPr>
                <w:noProof/>
                <w:webHidden/>
              </w:rPr>
              <w:t>2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646FBF11" w14:textId="47D7EC9E" w:rsidR="002072A0" w:rsidRDefault="00DB4E9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8" w:history="1">
            <w:r w:rsidR="002072A0" w:rsidRPr="00E531DC">
              <w:rPr>
                <w:rStyle w:val="Hypertextovodkaz"/>
                <w:noProof/>
              </w:rPr>
              <w:t>Kapitola 2.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Ceník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_Toc157769558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827687">
              <w:rPr>
                <w:noProof/>
                <w:webHidden/>
              </w:rPr>
              <w:t>3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2E01EAA9" w14:textId="50D2B817" w:rsidR="002072A0" w:rsidRDefault="00DB4E9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9" w:history="1">
            <w:r w:rsidR="002072A0" w:rsidRPr="00E531DC">
              <w:rPr>
                <w:rStyle w:val="Hypertextovodkaz"/>
                <w:noProof/>
              </w:rPr>
              <w:t>Kapitola 3.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Čestné prohlášení o splnění základní způsobilosti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_Toc157769559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827687">
              <w:rPr>
                <w:noProof/>
                <w:webHidden/>
              </w:rPr>
              <w:t>4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1A94160F" w14:textId="23E509B9" w:rsidR="002072A0" w:rsidRDefault="00DB4E9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0" w:history="1">
            <w:r w:rsidR="002072A0" w:rsidRPr="00E531DC">
              <w:rPr>
                <w:rStyle w:val="Hypertextovodkaz"/>
                <w:noProof/>
              </w:rPr>
              <w:t>Kapitola 4.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Čestné prohlášení účastníka o střetu zájmů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_Toc157769560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827687">
              <w:rPr>
                <w:noProof/>
                <w:webHidden/>
              </w:rPr>
              <w:t>5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3E1F0DEC" w14:textId="171F7B37" w:rsidR="002072A0" w:rsidRDefault="00DB4E9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1" w:history="1">
            <w:r w:rsidR="002072A0" w:rsidRPr="00E531DC">
              <w:rPr>
                <w:rStyle w:val="Hypertextovodkaz"/>
                <w:noProof/>
              </w:rPr>
              <w:t>Kapitola 5.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Čestné prohlášení účastníka k neuzavření zakázaných dohod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_Toc157769561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827687">
              <w:rPr>
                <w:noProof/>
                <w:webHidden/>
              </w:rPr>
              <w:t>6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4865F3B8" w14:textId="24A3914D" w:rsidR="002072A0" w:rsidRDefault="00DB4E9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2" w:history="1">
            <w:r w:rsidR="002072A0" w:rsidRPr="00E531DC">
              <w:rPr>
                <w:rStyle w:val="Hypertextovodkaz"/>
                <w:rFonts w:eastAsia="Times New Roman"/>
                <w:noProof/>
              </w:rPr>
              <w:t>Kapitola 6.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Čestné</w:t>
            </w:r>
            <w:r w:rsidR="002072A0" w:rsidRPr="00E531D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_Toc157769562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827687">
              <w:rPr>
                <w:noProof/>
                <w:webHidden/>
              </w:rPr>
              <w:t>7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0A43C3A5" w14:textId="023378F3" w:rsidR="002072A0" w:rsidRDefault="00DB4E9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3" w:history="1">
            <w:r w:rsidR="002072A0" w:rsidRPr="00E531DC">
              <w:rPr>
                <w:rStyle w:val="Hypertextovodkaz"/>
                <w:noProof/>
              </w:rPr>
              <w:t>Kapitola 7.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Čestné prohlášení o splnění technické kvalifikace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_Toc157769563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827687">
              <w:rPr>
                <w:noProof/>
                <w:webHidden/>
              </w:rPr>
              <w:t>8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64B556B3" w14:textId="24791431" w:rsidR="002072A0" w:rsidRDefault="00DB4E9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4" w:history="1">
            <w:r w:rsidR="002072A0" w:rsidRPr="00E531DC">
              <w:rPr>
                <w:rStyle w:val="Hypertextovodkaz"/>
                <w:noProof/>
              </w:rPr>
              <w:t>Kapitola 8.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Seznam osob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_Toc157769564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827687">
              <w:rPr>
                <w:noProof/>
                <w:webHidden/>
              </w:rPr>
              <w:t>9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1BCBEEFD" w14:textId="37FCA8BD" w:rsidR="002072A0" w:rsidRDefault="00DB4E9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5" w:history="1">
            <w:r w:rsidR="002072A0" w:rsidRPr="00E531DC">
              <w:rPr>
                <w:rStyle w:val="Hypertextovodkaz"/>
                <w:noProof/>
              </w:rPr>
              <w:t>Kapitola 9.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Čestné prohlášení o ekonomické kvalifikaci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_Toc157769565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827687">
              <w:rPr>
                <w:noProof/>
                <w:webHidden/>
              </w:rPr>
              <w:t>10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218BAFDF" w14:textId="799C313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776955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FF2524B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827687">
        <w:rPr>
          <w:rFonts w:eastAsia="Times New Roman" w:cs="Times New Roman"/>
          <w:lang w:eastAsia="cs-CZ"/>
        </w:rPr>
        <w:t>podlimitní sektorovou veřejnou zakázku</w:t>
      </w:r>
      <w:r w:rsidRPr="00827687">
        <w:t>, jsou pravdivé</w:t>
      </w:r>
      <w:r w:rsidR="009771C9" w:rsidRPr="00827687">
        <w:t>, úplné a odpovídají skutečnosti</w:t>
      </w:r>
      <w:r w:rsidRPr="00827687">
        <w:t xml:space="preserve">. Účastník si je vědom důsledků záměrného uvedení nepravdivých údajů, které v rovině tohoto </w:t>
      </w:r>
      <w:r w:rsidR="00626DB3" w:rsidRPr="00827687">
        <w:t xml:space="preserve">výběrového </w:t>
      </w:r>
      <w:r w:rsidRPr="00827687">
        <w:t xml:space="preserve">řízení </w:t>
      </w:r>
      <w:r w:rsidR="009771C9" w:rsidRPr="00827687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B4E9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B4E9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827687" w:rsidRDefault="00B66A3E" w:rsidP="00471B29">
      <w:pPr>
        <w:pStyle w:val="Nadpis2"/>
      </w:pPr>
      <w:bookmarkStart w:id="1" w:name="_Toc157769558"/>
      <w:r w:rsidRPr="00827687">
        <w:t>Ceník</w:t>
      </w:r>
      <w:bookmarkEnd w:id="1"/>
    </w:p>
    <w:p w14:paraId="3E5E9B0F" w14:textId="794EB365" w:rsidR="007E5951" w:rsidRPr="002072A0" w:rsidRDefault="002072A0" w:rsidP="007E5951">
      <w:pPr>
        <w:rPr>
          <w:rStyle w:val="Siln"/>
          <w:b w:val="0"/>
          <w:bCs w:val="0"/>
        </w:rPr>
      </w:pPr>
      <w:r w:rsidRPr="00827687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827687" w:rsidRPr="00827687">
        <w:rPr>
          <w:rStyle w:val="Siln"/>
          <w:b w:val="0"/>
          <w:bCs w:val="0"/>
        </w:rPr>
        <w:t>2</w:t>
      </w:r>
      <w:r w:rsidRPr="00827687">
        <w:rPr>
          <w:rStyle w:val="Siln"/>
          <w:b w:val="0"/>
          <w:bCs w:val="0"/>
        </w:rPr>
        <w:t xml:space="preserve"> (</w:t>
      </w:r>
      <w:r w:rsidRPr="00827687">
        <w:rPr>
          <w:rStyle w:val="Siln"/>
          <w:b w:val="0"/>
          <w:bCs w:val="0"/>
          <w:i/>
          <w:iCs/>
        </w:rPr>
        <w:t xml:space="preserve">budoucí příloha </w:t>
      </w:r>
      <w:proofErr w:type="gramStart"/>
      <w:r w:rsidRPr="00827687">
        <w:rPr>
          <w:rStyle w:val="Siln"/>
          <w:b w:val="0"/>
          <w:bCs w:val="0"/>
          <w:i/>
          <w:iCs/>
        </w:rPr>
        <w:t xml:space="preserve">č. </w:t>
      </w:r>
      <w:r w:rsidR="00827687" w:rsidRPr="00827687">
        <w:rPr>
          <w:rStyle w:val="Siln"/>
          <w:b w:val="0"/>
          <w:bCs w:val="0"/>
          <w:i/>
          <w:iCs/>
        </w:rPr>
        <w:t>2</w:t>
      </w:r>
      <w:r w:rsidRPr="00827687">
        <w:rPr>
          <w:rStyle w:val="Siln"/>
          <w:b w:val="0"/>
          <w:bCs w:val="0"/>
          <w:i/>
          <w:iCs/>
        </w:rPr>
        <w:t xml:space="preserve"> Závazného</w:t>
      </w:r>
      <w:proofErr w:type="gramEnd"/>
      <w:r w:rsidRPr="00827687">
        <w:rPr>
          <w:rStyle w:val="Siln"/>
          <w:b w:val="0"/>
          <w:bCs w:val="0"/>
          <w:i/>
          <w:iCs/>
        </w:rPr>
        <w:t xml:space="preserve"> vzoru smlouvy</w:t>
      </w:r>
      <w:r w:rsidRPr="00827687">
        <w:rPr>
          <w:rStyle w:val="Siln"/>
          <w:b w:val="0"/>
          <w:bCs w:val="0"/>
        </w:rPr>
        <w:t>) Výzvy k podání</w:t>
      </w:r>
      <w:r w:rsidRPr="002072A0">
        <w:rPr>
          <w:rStyle w:val="Siln"/>
          <w:b w:val="0"/>
          <w:bCs w:val="0"/>
        </w:rPr>
        <w:t xml:space="preserve">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7769559"/>
      <w:r w:rsidRPr="006E5C6C">
        <w:t>Čestné prohlášení o splnění</w:t>
      </w:r>
      <w:r w:rsidRPr="006E5C6C">
        <w:br/>
        <w:t xml:space="preserve">základní </w:t>
      </w:r>
      <w:bookmarkStart w:id="3" w:name="_GoBack"/>
      <w:bookmarkEnd w:id="3"/>
      <w:r w:rsidRPr="006E5C6C">
        <w:t>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</w:t>
      </w:r>
      <w:proofErr w:type="gramStart"/>
      <w:r>
        <w:t>němuž</w:t>
      </w:r>
      <w:proofErr w:type="gramEnd"/>
      <w: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57769560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proofErr w:type="gramStart"/>
      <w:r w:rsidRPr="00471B29">
        <w:rPr>
          <w:rStyle w:val="Siln"/>
        </w:rPr>
        <w:t>není</w:t>
      </w:r>
      <w:proofErr w:type="gramEnd"/>
      <w:r w:rsidRPr="00A327CB">
        <w:t xml:space="preserve"> obchodní společností, ve které veřejný funkcionář uvedený v </w:t>
      </w:r>
      <w:proofErr w:type="spellStart"/>
      <w:proofErr w:type="gramStart"/>
      <w:r w:rsidRPr="00A327CB">
        <w:t>ust</w:t>
      </w:r>
      <w:proofErr w:type="spellEnd"/>
      <w:r w:rsidRPr="00A327CB">
        <w:t>.</w:t>
      </w:r>
      <w:proofErr w:type="gramEnd"/>
      <w:r w:rsidRPr="00A327CB">
        <w:t xml:space="preserve">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57769561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57769562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7" w:name="_Toc157769563"/>
      <w:r w:rsidRPr="00E85D44">
        <w:t>Čestné prohlášení o splnění technické kvalifikace</w:t>
      </w:r>
      <w:bookmarkEnd w:id="7"/>
    </w:p>
    <w:p w14:paraId="1A831AA9" w14:textId="17BDE366" w:rsidR="00F44645" w:rsidRDefault="00827687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  <w:r w:rsidR="00F44645"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1F0EE050" w:rsidR="00F44645" w:rsidRDefault="00F44645" w:rsidP="00F44645">
      <w:pPr>
        <w:pStyle w:val="Nadpis2"/>
      </w:pPr>
      <w:bookmarkStart w:id="8" w:name="_Toc58876012"/>
      <w:bookmarkStart w:id="9" w:name="_Toc157769564"/>
      <w:r>
        <w:t>Seznam osob</w:t>
      </w:r>
      <w:bookmarkEnd w:id="8"/>
      <w:bookmarkEnd w:id="9"/>
    </w:p>
    <w:p w14:paraId="18C0297E" w14:textId="7C1E7D31" w:rsidR="00827687" w:rsidRDefault="00827687" w:rsidP="00827687"/>
    <w:p w14:paraId="38B5BF21" w14:textId="2FCC0EAE" w:rsidR="00827687" w:rsidRDefault="00827687" w:rsidP="00827687">
      <w:r>
        <w:t>Neobsazeno</w:t>
      </w:r>
    </w:p>
    <w:p w14:paraId="35B9B2F6" w14:textId="7AE94631" w:rsidR="00827687" w:rsidRDefault="00827687" w:rsidP="00827687"/>
    <w:p w14:paraId="6236B6F1" w14:textId="37A4622F" w:rsidR="00827687" w:rsidRDefault="00827687" w:rsidP="00827687"/>
    <w:p w14:paraId="3857637E" w14:textId="3EE62166" w:rsidR="00827687" w:rsidRDefault="00827687" w:rsidP="00827687"/>
    <w:p w14:paraId="1D9C1615" w14:textId="3A5CDD19" w:rsidR="00827687" w:rsidRDefault="00827687" w:rsidP="00827687"/>
    <w:p w14:paraId="179AD509" w14:textId="2C0CA549" w:rsidR="00827687" w:rsidRDefault="00827687" w:rsidP="00827687"/>
    <w:p w14:paraId="7C2DA793" w14:textId="03DF2581" w:rsidR="00827687" w:rsidRDefault="00827687" w:rsidP="00827687"/>
    <w:p w14:paraId="22AE70F3" w14:textId="4F8EA1EE" w:rsidR="00827687" w:rsidRDefault="00827687" w:rsidP="00827687"/>
    <w:p w14:paraId="2DE6F4A3" w14:textId="03798B17" w:rsidR="00827687" w:rsidRDefault="00827687" w:rsidP="00827687"/>
    <w:p w14:paraId="68D9A069" w14:textId="221AA477" w:rsidR="00827687" w:rsidRDefault="00827687" w:rsidP="00827687"/>
    <w:p w14:paraId="73242279" w14:textId="481AF1A6" w:rsidR="00827687" w:rsidRDefault="00827687" w:rsidP="00827687"/>
    <w:p w14:paraId="4CB553F5" w14:textId="6AD0B5B5" w:rsidR="00827687" w:rsidRDefault="00827687" w:rsidP="00827687"/>
    <w:p w14:paraId="63D7BE6A" w14:textId="2CE71954" w:rsidR="00827687" w:rsidRDefault="00827687" w:rsidP="00827687"/>
    <w:p w14:paraId="38C36BE1" w14:textId="5C899C7C" w:rsidR="00827687" w:rsidRDefault="00827687" w:rsidP="00827687"/>
    <w:p w14:paraId="26451D83" w14:textId="6BFE4553" w:rsidR="00827687" w:rsidRDefault="00827687" w:rsidP="00827687"/>
    <w:p w14:paraId="14B66DE0" w14:textId="46011BCA" w:rsidR="00827687" w:rsidRDefault="00827687" w:rsidP="00827687"/>
    <w:p w14:paraId="3393ECB9" w14:textId="39244C29" w:rsidR="00827687" w:rsidRDefault="00827687" w:rsidP="00827687"/>
    <w:p w14:paraId="408A84C8" w14:textId="5382D36D" w:rsidR="00827687" w:rsidRDefault="00827687" w:rsidP="00827687"/>
    <w:p w14:paraId="5CF5F1A2" w14:textId="7E8DD092" w:rsidR="00827687" w:rsidRDefault="00827687" w:rsidP="00827687"/>
    <w:p w14:paraId="21877909" w14:textId="021A6ECF" w:rsidR="00827687" w:rsidRDefault="00827687" w:rsidP="00827687"/>
    <w:p w14:paraId="4B199D84" w14:textId="21448D60" w:rsidR="00827687" w:rsidRDefault="00827687" w:rsidP="00827687"/>
    <w:p w14:paraId="5DF05A10" w14:textId="321E6537" w:rsidR="00827687" w:rsidRDefault="00827687" w:rsidP="00827687"/>
    <w:p w14:paraId="531DB6FC" w14:textId="4007B0EB" w:rsidR="00827687" w:rsidRDefault="00827687" w:rsidP="00827687"/>
    <w:p w14:paraId="021AF048" w14:textId="42223B77" w:rsidR="00827687" w:rsidRDefault="00827687" w:rsidP="00827687"/>
    <w:p w14:paraId="36500EC9" w14:textId="4337F8E5" w:rsidR="00827687" w:rsidRDefault="00827687" w:rsidP="00827687"/>
    <w:p w14:paraId="55544C8C" w14:textId="15EA2585" w:rsidR="00827687" w:rsidRDefault="00827687" w:rsidP="00827687"/>
    <w:p w14:paraId="52AE1C88" w14:textId="7D7D7BF0" w:rsidR="00827687" w:rsidRDefault="00827687" w:rsidP="00827687"/>
    <w:p w14:paraId="5208A26B" w14:textId="4D6801B1" w:rsidR="00827687" w:rsidRDefault="00827687" w:rsidP="00827687"/>
    <w:p w14:paraId="2A15C47C" w14:textId="234D8CD8" w:rsidR="00827687" w:rsidRDefault="00827687" w:rsidP="00827687"/>
    <w:p w14:paraId="7120FE6D" w14:textId="301A6B38" w:rsidR="00827687" w:rsidRDefault="00827687" w:rsidP="00827687"/>
    <w:p w14:paraId="00902102" w14:textId="6E2BBCE3" w:rsidR="00827687" w:rsidRDefault="00827687" w:rsidP="00827687"/>
    <w:p w14:paraId="1EFA3CE3" w14:textId="2267EE46" w:rsidR="00827687" w:rsidRDefault="00827687" w:rsidP="00827687"/>
    <w:p w14:paraId="082CC4CE" w14:textId="2E6BDA79" w:rsidR="00827687" w:rsidRDefault="00827687" w:rsidP="00827687"/>
    <w:p w14:paraId="7AA92ACC" w14:textId="77777777" w:rsidR="00827687" w:rsidRPr="00827687" w:rsidRDefault="00827687" w:rsidP="00827687"/>
    <w:p w14:paraId="1E966E17" w14:textId="6B2979CD" w:rsidR="000128D4" w:rsidRDefault="000128D4" w:rsidP="00F44645">
      <w:pPr>
        <w:pStyle w:val="Nadpis2"/>
      </w:pPr>
      <w:bookmarkStart w:id="10" w:name="_Toc157769565"/>
      <w:r w:rsidRPr="000128D4">
        <w:t>Čestné prohlášení o ekonomické kvalifikaci</w:t>
      </w:r>
      <w:bookmarkEnd w:id="10"/>
    </w:p>
    <w:p w14:paraId="3132A1D6" w14:textId="17FC4A52" w:rsidR="00827687" w:rsidRPr="00827687" w:rsidRDefault="00827687" w:rsidP="00827687">
      <w:r>
        <w:t>neobsazeno</w:t>
      </w:r>
    </w:p>
    <w:p w14:paraId="76D3FDAB" w14:textId="77777777" w:rsidR="00827687" w:rsidRDefault="00827687" w:rsidP="00A134A1">
      <w:pPr>
        <w:spacing w:before="1200"/>
        <w:rPr>
          <w:lang w:eastAsia="cs-CZ"/>
        </w:rPr>
      </w:pPr>
    </w:p>
    <w:p w14:paraId="1D1B0AE5" w14:textId="77777777" w:rsidR="00827687" w:rsidRDefault="00827687" w:rsidP="00A134A1">
      <w:pPr>
        <w:spacing w:before="1200"/>
        <w:rPr>
          <w:lang w:eastAsia="cs-CZ"/>
        </w:rPr>
      </w:pPr>
    </w:p>
    <w:p w14:paraId="157FD40B" w14:textId="77777777" w:rsidR="00827687" w:rsidRDefault="00827687" w:rsidP="00A134A1">
      <w:pPr>
        <w:spacing w:before="1200"/>
        <w:rPr>
          <w:lang w:eastAsia="cs-CZ"/>
        </w:rPr>
      </w:pPr>
    </w:p>
    <w:p w14:paraId="612698C7" w14:textId="77777777" w:rsidR="00827687" w:rsidRDefault="00827687" w:rsidP="00A134A1">
      <w:pPr>
        <w:spacing w:before="1200"/>
        <w:rPr>
          <w:lang w:eastAsia="cs-CZ"/>
        </w:rPr>
      </w:pPr>
    </w:p>
    <w:p w14:paraId="0D64CA59" w14:textId="77777777" w:rsidR="00827687" w:rsidRDefault="00827687" w:rsidP="00A134A1">
      <w:pPr>
        <w:spacing w:before="1200"/>
        <w:rPr>
          <w:lang w:eastAsia="cs-CZ"/>
        </w:rPr>
      </w:pPr>
    </w:p>
    <w:p w14:paraId="49E32930" w14:textId="77777777" w:rsidR="00827687" w:rsidRDefault="00827687" w:rsidP="00A134A1">
      <w:pPr>
        <w:spacing w:before="1200"/>
        <w:rPr>
          <w:lang w:eastAsia="cs-CZ"/>
        </w:rPr>
      </w:pPr>
    </w:p>
    <w:p w14:paraId="0B34B067" w14:textId="411D1DDB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925F33E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4E9C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4E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BF7CD32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4E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4E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27572F9B" w:rsidR="00A327CB" w:rsidRDefault="00A327CB" w:rsidP="00471B29">
          <w:pPr>
            <w:pStyle w:val="Zpat"/>
            <w:spacing w:before="0"/>
            <w:jc w:val="left"/>
          </w:pPr>
          <w:r>
            <w:t>spravazeleznic.cz</w:t>
          </w:r>
        </w:p>
      </w:tc>
      <w:tc>
        <w:tcPr>
          <w:tcW w:w="2921" w:type="dxa"/>
        </w:tcPr>
        <w:p w14:paraId="1D045F03" w14:textId="77777777" w:rsidR="00DB4E9C" w:rsidRPr="00DB4E9C" w:rsidRDefault="00DB4E9C" w:rsidP="00DB4E9C">
          <w:pPr>
            <w:pStyle w:val="Zpat"/>
            <w:spacing w:before="0"/>
            <w:jc w:val="left"/>
          </w:pPr>
          <w:r w:rsidRPr="00DB4E9C">
            <w:t>Oblastní ředitelství Brno</w:t>
          </w:r>
        </w:p>
        <w:p w14:paraId="4BBDB554" w14:textId="77777777" w:rsidR="00DB4E9C" w:rsidRPr="00DB4E9C" w:rsidRDefault="00DB4E9C" w:rsidP="00DB4E9C">
          <w:pPr>
            <w:pStyle w:val="Zpat"/>
            <w:spacing w:before="0"/>
            <w:jc w:val="left"/>
          </w:pPr>
          <w:r w:rsidRPr="00DB4E9C">
            <w:t>Kounicova 26</w:t>
          </w:r>
        </w:p>
        <w:p w14:paraId="3F9D14E1" w14:textId="47E23D0B" w:rsidR="00A327CB" w:rsidRDefault="00DB4E9C" w:rsidP="00DB4E9C">
          <w:pPr>
            <w:pStyle w:val="Zpat"/>
            <w:spacing w:before="0"/>
            <w:jc w:val="left"/>
          </w:pPr>
          <w:r w:rsidRPr="00DB4E9C">
            <w:t>611 43  Brno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36F025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4E9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4E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27687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B4E9C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1005217-2FBF-4D45-ACE4-990C178E3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248</TotalTime>
  <Pages>10</Pages>
  <Words>1223</Words>
  <Characters>7216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Sečkařová Andrea</cp:lastModifiedBy>
  <cp:revision>36</cp:revision>
  <cp:lastPrinted>2023-10-05T09:40:00Z</cp:lastPrinted>
  <dcterms:created xsi:type="dcterms:W3CDTF">2023-08-21T11:49:00Z</dcterms:created>
  <dcterms:modified xsi:type="dcterms:W3CDTF">2024-03-07T11:56:00Z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